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C47B5" w:rsidRPr="005C47B5" w:rsidRDefault="005C47B5" w:rsidP="005C47B5">
      <w:pPr>
        <w:pStyle w:val="Rule"/>
      </w:pPr>
      <w:r w:rsidRPr="005C47B5">
        <w:t>15A NCAC 05C .0123</w:t>
      </w:r>
      <w:r w:rsidRPr="005C47B5">
        <w:tab/>
        <w:t>POWERS OF SEISMIC AGENTS</w:t>
      </w:r>
    </w:p>
    <w:p w:rsidR="005C47B5" w:rsidRPr="005C47B5" w:rsidRDefault="005C47B5" w:rsidP="005C47B5">
      <w:pPr>
        <w:pStyle w:val="Paragraph"/>
      </w:pPr>
      <w:r w:rsidRPr="005C47B5">
        <w:t xml:space="preserve">The seismic agent has the authority to stop any particular shooting if it will violate the rules in this Subchapter, but does not have the authority to shut down the entire exploration work allowed by the associated permit. If the rules in this Subchapter continue to be violated, the seismic agent shall contact the Department within 24 hours. </w:t>
      </w:r>
    </w:p>
    <w:p w:rsidR="005C47B5" w:rsidRPr="005C47B5" w:rsidRDefault="005C47B5" w:rsidP="005C47B5">
      <w:pPr>
        <w:pStyle w:val="Base"/>
      </w:pPr>
    </w:p>
    <w:p w:rsidR="005C47B5" w:rsidRPr="005C47B5" w:rsidRDefault="005C47B5" w:rsidP="005C47B5">
      <w:pPr>
        <w:pStyle w:val="History"/>
      </w:pPr>
      <w:r w:rsidRPr="005C47B5">
        <w:t>History Note:</w:t>
      </w:r>
      <w:r w:rsidRPr="005C47B5">
        <w:tab/>
        <w:t>Authority G.S. 113</w:t>
      </w:r>
      <w:r w:rsidRPr="005C47B5">
        <w:noBreakHyphen/>
        <w:t>391;</w:t>
      </w:r>
    </w:p>
    <w:p w:rsidR="005C47B5" w:rsidRPr="005C47B5" w:rsidRDefault="005C47B5" w:rsidP="005C47B5">
      <w:pPr>
        <w:pStyle w:val="HistoryAfter"/>
      </w:pPr>
      <w:r w:rsidRPr="005C47B5">
        <w:t>Eff. February 1, 1976;</w:t>
      </w:r>
    </w:p>
    <w:p w:rsidR="005C47B5" w:rsidRPr="005C47B5" w:rsidRDefault="005C47B5" w:rsidP="005C47B5">
      <w:pPr>
        <w:pStyle w:val="HistoryAfter"/>
      </w:pPr>
      <w:r w:rsidRPr="005C47B5">
        <w:t>Readopted Eff. August 1, 1982;</w:t>
      </w:r>
    </w:p>
    <w:p w:rsidR="005C47B5" w:rsidRPr="005C47B5" w:rsidRDefault="005C47B5" w:rsidP="005C47B5">
      <w:pPr>
        <w:pStyle w:val="HistoryAfter"/>
      </w:pPr>
      <w:r w:rsidRPr="005C47B5">
        <w:t>Readopted Eff. July 1, 2025.</w:t>
      </w:r>
    </w:p>
    <w:p w:rsidR="005C47B5" w:rsidRPr="005C47B5" w:rsidRDefault="005C47B5" w:rsidP="005C47B5">
      <w:pPr>
        <w:pStyle w:val="Base"/>
      </w:pPr>
    </w:p>
    <w:sectPr w:rsidR="005C47B5" w:rsidRPr="005C47B5" w:rsidSect="005C47B5">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C47B5" w:rsidRDefault="005C47B5" w:rsidP="007B698D">
      <w:r>
        <w:separator/>
      </w:r>
    </w:p>
  </w:endnote>
  <w:endnote w:type="continuationSeparator" w:id="0">
    <w:p w:rsidR="005C47B5" w:rsidRDefault="005C47B5"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5C47B5">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C47B5" w:rsidRDefault="005C47B5" w:rsidP="007B698D">
      <w:r>
        <w:separator/>
      </w:r>
    </w:p>
  </w:footnote>
  <w:footnote w:type="continuationSeparator" w:id="0">
    <w:p w:rsidR="005C47B5" w:rsidRDefault="005C47B5"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B5"/>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7B5"/>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2025-07-14T13:23:00Z</dcterms:created>
  <dcterms:modified xsi:type="dcterms:W3CDTF">2025-07-14T13:23:00Z</dcterms:modified>
</cp:coreProperties>
</file>